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50" w:rsidRPr="00A309D4" w:rsidRDefault="00C43E50" w:rsidP="00F13318">
      <w:pPr>
        <w:pStyle w:val="Heading1"/>
        <w:rPr>
          <w:b/>
          <w:bCs/>
          <w:sz w:val="24"/>
          <w:u w:val="single"/>
        </w:rPr>
      </w:pPr>
      <w:r w:rsidRPr="00593F18">
        <w:rPr>
          <w:b/>
          <w:bCs/>
          <w:sz w:val="24"/>
        </w:rPr>
        <w:t>РОССИЙСКАЯ ФЕДЕРАЦИЯ</w:t>
      </w:r>
    </w:p>
    <w:p w:rsidR="00C43E50" w:rsidRPr="00580618" w:rsidRDefault="00C43E50" w:rsidP="00F13318"/>
    <w:p w:rsidR="00C43E50" w:rsidRPr="00593F18" w:rsidRDefault="00C43E50" w:rsidP="00F13318">
      <w:pPr>
        <w:pStyle w:val="Heading1"/>
        <w:rPr>
          <w:b/>
          <w:bCs/>
          <w:sz w:val="24"/>
        </w:rPr>
      </w:pPr>
      <w:r w:rsidRPr="00593F18">
        <w:rPr>
          <w:b/>
          <w:bCs/>
          <w:sz w:val="24"/>
        </w:rPr>
        <w:t>БРЯНСКАЯ ОБЛАСТЬ</w:t>
      </w:r>
    </w:p>
    <w:p w:rsidR="00C43E50" w:rsidRPr="00593F18" w:rsidRDefault="00C43E50" w:rsidP="00F13318"/>
    <w:p w:rsidR="00C43E50" w:rsidRDefault="00C43E50" w:rsidP="00F13318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  <w:bCs/>
        </w:rPr>
        <w:t>МУНИЦИПАЛЬНОЕ УЧРЕЖДЕНИЕ ОТДЕЛ ОБРАЗОВАНИЯ АДМИНИСТРАЦИИ РОГНЕДИНСКОГО РАЙОНА</w:t>
      </w:r>
    </w:p>
    <w:p w:rsidR="00C43E50" w:rsidRPr="00593F18" w:rsidRDefault="00C43E50" w:rsidP="00F13318">
      <w:pPr>
        <w:pBdr>
          <w:bottom w:val="single" w:sz="12" w:space="1" w:color="auto"/>
        </w:pBdr>
        <w:jc w:val="center"/>
        <w:rPr>
          <w:b/>
          <w:bCs/>
        </w:rPr>
      </w:pPr>
    </w:p>
    <w:p w:rsidR="00C43E50" w:rsidRDefault="00C43E50" w:rsidP="00F13318">
      <w:pPr>
        <w:rPr>
          <w:b/>
          <w:sz w:val="18"/>
          <w:szCs w:val="18"/>
        </w:rPr>
      </w:pPr>
    </w:p>
    <w:p w:rsidR="00C43E50" w:rsidRDefault="00C43E50" w:rsidP="00F13318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242770 Брянская область</w:t>
      </w:r>
    </w:p>
    <w:p w:rsidR="00C43E50" w:rsidRDefault="00C43E50" w:rsidP="00F13318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п.Рогнедино,ул.Ленина д.29</w:t>
      </w:r>
    </w:p>
    <w:p w:rsidR="00C43E50" w:rsidRDefault="00C43E50" w:rsidP="00F13318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C43E50" w:rsidRPr="007539F6" w:rsidRDefault="00C43E50" w:rsidP="00F1331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C43E50" w:rsidRDefault="00C43E50" w:rsidP="00CE3C6A">
      <w:p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от  1</w:t>
      </w:r>
      <w:r w:rsidRPr="007539F6">
        <w:rPr>
          <w:sz w:val="28"/>
          <w:szCs w:val="28"/>
        </w:rPr>
        <w:t xml:space="preserve">8.11.2013 г № </w:t>
      </w:r>
      <w:r>
        <w:rPr>
          <w:sz w:val="28"/>
          <w:szCs w:val="28"/>
        </w:rPr>
        <w:t>182</w:t>
      </w:r>
      <w:r w:rsidRPr="007539F6">
        <w:rPr>
          <w:sz w:val="28"/>
          <w:szCs w:val="28"/>
        </w:rPr>
        <w:t xml:space="preserve"> </w:t>
      </w:r>
    </w:p>
    <w:p w:rsidR="00C43E50" w:rsidRDefault="00C43E50" w:rsidP="00CE3C6A">
      <w:pPr>
        <w:jc w:val="both"/>
        <w:rPr>
          <w:sz w:val="28"/>
          <w:szCs w:val="28"/>
        </w:rPr>
      </w:pPr>
      <w:r w:rsidRPr="007539F6">
        <w:rPr>
          <w:sz w:val="28"/>
          <w:szCs w:val="28"/>
        </w:rPr>
        <w:t>п. Рогнедино</w:t>
      </w:r>
    </w:p>
    <w:p w:rsidR="00C43E50" w:rsidRDefault="00C43E50" w:rsidP="00F13318">
      <w:pPr>
        <w:rPr>
          <w:sz w:val="28"/>
          <w:szCs w:val="28"/>
        </w:rPr>
      </w:pPr>
    </w:p>
    <w:p w:rsidR="00C43E50" w:rsidRDefault="00C43E50" w:rsidP="00F13318">
      <w:pPr>
        <w:rPr>
          <w:sz w:val="28"/>
          <w:szCs w:val="28"/>
        </w:rPr>
      </w:pPr>
      <w:r>
        <w:rPr>
          <w:sz w:val="28"/>
          <w:szCs w:val="28"/>
        </w:rPr>
        <w:t>О создании контрактной службы</w:t>
      </w:r>
    </w:p>
    <w:bookmarkEnd w:id="0"/>
    <w:p w:rsidR="00C43E50" w:rsidRDefault="00C43E50" w:rsidP="00F13318">
      <w:pPr>
        <w:rPr>
          <w:sz w:val="28"/>
          <w:szCs w:val="28"/>
        </w:rPr>
      </w:pPr>
    </w:p>
    <w:p w:rsidR="00C43E50" w:rsidRDefault="00C43E50" w:rsidP="00F1331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В соответствии со ст. 38 </w:t>
      </w:r>
      <w:r w:rsidRPr="007539F6">
        <w:rPr>
          <w:sz w:val="28"/>
          <w:szCs w:val="28"/>
          <w:lang w:eastAsia="en-US"/>
        </w:rPr>
        <w:t xml:space="preserve"> Федерального закона </w:t>
      </w:r>
      <w:r>
        <w:rPr>
          <w:sz w:val="28"/>
          <w:szCs w:val="28"/>
          <w:lang w:eastAsia="en-US"/>
        </w:rPr>
        <w:t xml:space="preserve">от  05.04.2013 года № 44-ФЗ </w:t>
      </w:r>
      <w:r w:rsidRPr="007539F6">
        <w:rPr>
          <w:sz w:val="28"/>
          <w:szCs w:val="28"/>
          <w:lang w:eastAsia="en-US"/>
        </w:rPr>
        <w:t xml:space="preserve">«О контрактной системе в сфере закупок товаров, работ и услуг для обеспечения государственных и муниципальных нужд» </w:t>
      </w:r>
    </w:p>
    <w:p w:rsidR="00C43E50" w:rsidRDefault="00C43E50" w:rsidP="00F1331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43E50" w:rsidRDefault="00C43E50" w:rsidP="00F1331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Создать в муниципальном учреждении отдел образования администрации Рогнединского района  контрактную службу в количестве 4 человек в составе:</w:t>
      </w:r>
    </w:p>
    <w:p w:rsidR="00C43E50" w:rsidRDefault="00C43E50" w:rsidP="00F13318">
      <w:pPr>
        <w:jc w:val="both"/>
        <w:rPr>
          <w:sz w:val="28"/>
          <w:szCs w:val="28"/>
        </w:rPr>
      </w:pPr>
    </w:p>
    <w:p w:rsidR="00C43E50" w:rsidRDefault="00C43E50" w:rsidP="00F13318">
      <w:pPr>
        <w:jc w:val="both"/>
        <w:rPr>
          <w:sz w:val="28"/>
          <w:szCs w:val="28"/>
        </w:rPr>
      </w:pPr>
      <w:r>
        <w:rPr>
          <w:sz w:val="28"/>
          <w:szCs w:val="28"/>
        </w:rPr>
        <w:t>Молотковой Е.В. – начальник</w:t>
      </w:r>
      <w:r w:rsidRPr="00F1331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муниципального учреждения отдел образования администрации Рогнединского района</w:t>
      </w:r>
      <w:r>
        <w:rPr>
          <w:sz w:val="28"/>
          <w:szCs w:val="28"/>
        </w:rPr>
        <w:t>;</w:t>
      </w:r>
    </w:p>
    <w:p w:rsidR="00C43E50" w:rsidRDefault="00C43E50" w:rsidP="00F13318">
      <w:pPr>
        <w:jc w:val="both"/>
        <w:rPr>
          <w:sz w:val="28"/>
          <w:szCs w:val="28"/>
        </w:rPr>
      </w:pPr>
    </w:p>
    <w:p w:rsidR="00C43E50" w:rsidRDefault="00C43E50" w:rsidP="00F13318">
      <w:pPr>
        <w:jc w:val="both"/>
        <w:rPr>
          <w:sz w:val="28"/>
          <w:szCs w:val="28"/>
        </w:rPr>
      </w:pPr>
      <w:r>
        <w:rPr>
          <w:sz w:val="28"/>
          <w:szCs w:val="28"/>
        </w:rPr>
        <w:t>Савкина Ю.В. – главный бухгалтер;</w:t>
      </w:r>
    </w:p>
    <w:p w:rsidR="00C43E50" w:rsidRDefault="00C43E50" w:rsidP="00F13318">
      <w:pPr>
        <w:jc w:val="both"/>
        <w:rPr>
          <w:sz w:val="28"/>
          <w:szCs w:val="28"/>
        </w:rPr>
      </w:pPr>
    </w:p>
    <w:p w:rsidR="00C43E50" w:rsidRDefault="00C43E50" w:rsidP="00F13318">
      <w:pPr>
        <w:jc w:val="both"/>
        <w:rPr>
          <w:sz w:val="28"/>
          <w:szCs w:val="28"/>
        </w:rPr>
      </w:pPr>
      <w:r>
        <w:rPr>
          <w:sz w:val="28"/>
          <w:szCs w:val="28"/>
        </w:rPr>
        <w:t>Кузнецова Е.В. – заместитель главного бухгалтера;</w:t>
      </w:r>
    </w:p>
    <w:p w:rsidR="00C43E50" w:rsidRDefault="00C43E50" w:rsidP="00F13318">
      <w:pPr>
        <w:jc w:val="both"/>
        <w:rPr>
          <w:sz w:val="28"/>
          <w:szCs w:val="28"/>
        </w:rPr>
      </w:pPr>
    </w:p>
    <w:p w:rsidR="00C43E50" w:rsidRDefault="00C43E50" w:rsidP="00F13318">
      <w:pPr>
        <w:jc w:val="both"/>
        <w:rPr>
          <w:sz w:val="28"/>
          <w:szCs w:val="28"/>
        </w:rPr>
      </w:pPr>
      <w:r>
        <w:rPr>
          <w:sz w:val="28"/>
          <w:szCs w:val="28"/>
        </w:rPr>
        <w:t>Понизова О.В. – главный экономист;</w:t>
      </w:r>
    </w:p>
    <w:p w:rsidR="00C43E50" w:rsidRDefault="00C43E50" w:rsidP="00F13318">
      <w:pPr>
        <w:rPr>
          <w:sz w:val="28"/>
          <w:szCs w:val="28"/>
        </w:rPr>
      </w:pPr>
    </w:p>
    <w:p w:rsidR="00C43E50" w:rsidRDefault="00C43E50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82472B">
        <w:rPr>
          <w:sz w:val="28"/>
          <w:szCs w:val="28"/>
        </w:rPr>
        <w:t xml:space="preserve">Руководителю контрактной службы </w:t>
      </w:r>
      <w:r>
        <w:rPr>
          <w:sz w:val="28"/>
          <w:szCs w:val="28"/>
        </w:rPr>
        <w:t xml:space="preserve">(Молотковой Е.В.) </w:t>
      </w:r>
      <w:r w:rsidRPr="0082472B">
        <w:rPr>
          <w:sz w:val="28"/>
          <w:szCs w:val="28"/>
        </w:rPr>
        <w:t>распределить обязанности между работниками контрактной службы согласно Положению (регламенту) о контрактной службе, утверждённо</w:t>
      </w:r>
      <w:r>
        <w:rPr>
          <w:sz w:val="28"/>
          <w:szCs w:val="28"/>
        </w:rPr>
        <w:t>му</w:t>
      </w:r>
      <w:r w:rsidRPr="0082472B">
        <w:rPr>
          <w:sz w:val="28"/>
          <w:szCs w:val="28"/>
        </w:rPr>
        <w:t xml:space="preserve">  </w:t>
      </w:r>
      <w:r>
        <w:rPr>
          <w:sz w:val="28"/>
          <w:szCs w:val="28"/>
        </w:rPr>
        <w:t>приказом</w:t>
      </w:r>
      <w:r w:rsidRPr="0082472B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муниципального учреждения отдел образования администрации Рогнединского района  </w:t>
      </w:r>
      <w:r w:rsidRPr="0082472B">
        <w:rPr>
          <w:sz w:val="28"/>
          <w:szCs w:val="28"/>
        </w:rPr>
        <w:t xml:space="preserve">от 18.11.2013 года </w:t>
      </w:r>
      <w:r w:rsidRPr="00143B6B">
        <w:rPr>
          <w:sz w:val="28"/>
          <w:szCs w:val="28"/>
        </w:rPr>
        <w:t xml:space="preserve">№ </w:t>
      </w:r>
      <w:r>
        <w:rPr>
          <w:sz w:val="28"/>
          <w:szCs w:val="28"/>
        </w:rPr>
        <w:t>181</w:t>
      </w:r>
      <w:r w:rsidRPr="00143B6B">
        <w:rPr>
          <w:sz w:val="28"/>
          <w:szCs w:val="28"/>
        </w:rPr>
        <w:t xml:space="preserve"> «Об </w:t>
      </w:r>
      <w:r w:rsidRPr="0082472B">
        <w:rPr>
          <w:sz w:val="28"/>
          <w:szCs w:val="28"/>
        </w:rPr>
        <w:t>утверждении  Положения (регламента) о контрактной службе»</w:t>
      </w:r>
      <w:r>
        <w:rPr>
          <w:sz w:val="28"/>
          <w:szCs w:val="28"/>
        </w:rPr>
        <w:t>.</w:t>
      </w:r>
    </w:p>
    <w:p w:rsidR="00C43E50" w:rsidRDefault="00C43E50" w:rsidP="00F13318">
      <w:pPr>
        <w:pStyle w:val="ListParagraph"/>
        <w:ind w:left="360"/>
        <w:jc w:val="both"/>
        <w:rPr>
          <w:sz w:val="28"/>
          <w:szCs w:val="28"/>
        </w:rPr>
      </w:pPr>
    </w:p>
    <w:p w:rsidR="00C43E50" w:rsidRPr="007539F6" w:rsidRDefault="00C43E50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7539F6">
        <w:rPr>
          <w:sz w:val="28"/>
          <w:szCs w:val="28"/>
        </w:rPr>
        <w:t xml:space="preserve"> опубликовать на официальном сайте муниципального образования «Рогнединский район» </w:t>
      </w:r>
      <w:hyperlink r:id="rId5" w:history="1">
        <w:r w:rsidRPr="007539F6">
          <w:rPr>
            <w:rStyle w:val="Hyperlink"/>
            <w:sz w:val="28"/>
            <w:szCs w:val="28"/>
            <w:lang w:val="en-US"/>
          </w:rPr>
          <w:t>www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rognedino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ru</w:t>
        </w:r>
      </w:hyperlink>
      <w:r w:rsidRPr="007539F6">
        <w:rPr>
          <w:rStyle w:val="Hyperlink"/>
          <w:sz w:val="28"/>
          <w:szCs w:val="28"/>
        </w:rPr>
        <w:t xml:space="preserve"> </w:t>
      </w:r>
      <w:r w:rsidRPr="007539F6">
        <w:rPr>
          <w:sz w:val="28"/>
          <w:szCs w:val="28"/>
        </w:rPr>
        <w:t>в сети Интернет.</w:t>
      </w:r>
    </w:p>
    <w:p w:rsidR="00C43E50" w:rsidRPr="007539F6" w:rsidRDefault="00C43E50" w:rsidP="00F13318">
      <w:pPr>
        <w:rPr>
          <w:sz w:val="28"/>
          <w:szCs w:val="28"/>
        </w:rPr>
      </w:pPr>
    </w:p>
    <w:p w:rsidR="00C43E50" w:rsidRPr="007539F6" w:rsidRDefault="00C43E50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  Контроль за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C43E50" w:rsidRDefault="00C43E50" w:rsidP="00F13318">
      <w:pPr>
        <w:pStyle w:val="ListParagraph"/>
        <w:ind w:left="360"/>
        <w:jc w:val="both"/>
        <w:rPr>
          <w:color w:val="FF0000"/>
          <w:sz w:val="28"/>
          <w:szCs w:val="28"/>
        </w:rPr>
      </w:pPr>
    </w:p>
    <w:p w:rsidR="00C43E50" w:rsidRDefault="00C43E50" w:rsidP="00F13318">
      <w:pPr>
        <w:pStyle w:val="ListParagraph"/>
        <w:ind w:left="360"/>
        <w:jc w:val="both"/>
        <w:rPr>
          <w:color w:val="FF0000"/>
          <w:sz w:val="28"/>
          <w:szCs w:val="28"/>
        </w:rPr>
      </w:pPr>
    </w:p>
    <w:p w:rsidR="00C43E50" w:rsidRDefault="00C43E50" w:rsidP="00F13318">
      <w:pPr>
        <w:pStyle w:val="ListParagraph"/>
        <w:ind w:left="360"/>
        <w:jc w:val="both"/>
        <w:rPr>
          <w:color w:val="FF0000"/>
          <w:sz w:val="28"/>
          <w:szCs w:val="28"/>
        </w:rPr>
      </w:pPr>
    </w:p>
    <w:p w:rsidR="00C43E50" w:rsidRDefault="00C43E50" w:rsidP="00F13318">
      <w:pPr>
        <w:pStyle w:val="ListParagraph"/>
        <w:ind w:left="360"/>
        <w:jc w:val="both"/>
        <w:rPr>
          <w:color w:val="FF0000"/>
          <w:sz w:val="28"/>
          <w:szCs w:val="28"/>
        </w:rPr>
      </w:pPr>
    </w:p>
    <w:p w:rsidR="00C43E50" w:rsidRDefault="00C43E50" w:rsidP="00F13318">
      <w:pPr>
        <w:pStyle w:val="ListParagraph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образования</w:t>
      </w:r>
      <w:r w:rsidRPr="0082472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82472B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Е.В.Молоткова</w:t>
      </w:r>
    </w:p>
    <w:p w:rsidR="00C43E50" w:rsidRDefault="00C43E50" w:rsidP="00F13318">
      <w:pPr>
        <w:pStyle w:val="ListParagraph"/>
        <w:ind w:left="360"/>
        <w:jc w:val="both"/>
      </w:pPr>
    </w:p>
    <w:sectPr w:rsidR="00C43E50" w:rsidSect="00FE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A0740"/>
    <w:multiLevelType w:val="hybridMultilevel"/>
    <w:tmpl w:val="F064CAAC"/>
    <w:lvl w:ilvl="0" w:tplc="7AB63B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DA7"/>
    <w:rsid w:val="000016A9"/>
    <w:rsid w:val="00046A2E"/>
    <w:rsid w:val="000A3DA7"/>
    <w:rsid w:val="000B2482"/>
    <w:rsid w:val="00143B6B"/>
    <w:rsid w:val="00156B03"/>
    <w:rsid w:val="00165B4A"/>
    <w:rsid w:val="001B101D"/>
    <w:rsid w:val="00214DAE"/>
    <w:rsid w:val="00342209"/>
    <w:rsid w:val="00363F26"/>
    <w:rsid w:val="00465F95"/>
    <w:rsid w:val="00482FAB"/>
    <w:rsid w:val="00580618"/>
    <w:rsid w:val="00593F18"/>
    <w:rsid w:val="00625ACE"/>
    <w:rsid w:val="00654ACB"/>
    <w:rsid w:val="0072709D"/>
    <w:rsid w:val="007539F6"/>
    <w:rsid w:val="007A3A52"/>
    <w:rsid w:val="0082472B"/>
    <w:rsid w:val="00887C8C"/>
    <w:rsid w:val="008A1949"/>
    <w:rsid w:val="009A5DBA"/>
    <w:rsid w:val="00A309D4"/>
    <w:rsid w:val="00A77840"/>
    <w:rsid w:val="00AB04EA"/>
    <w:rsid w:val="00C43E50"/>
    <w:rsid w:val="00CE3C6A"/>
    <w:rsid w:val="00D66549"/>
    <w:rsid w:val="00DB753A"/>
    <w:rsid w:val="00DC7944"/>
    <w:rsid w:val="00E60F70"/>
    <w:rsid w:val="00E95465"/>
    <w:rsid w:val="00EC7408"/>
    <w:rsid w:val="00F13318"/>
    <w:rsid w:val="00F20D24"/>
    <w:rsid w:val="00FE010D"/>
    <w:rsid w:val="00FE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A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13318"/>
    <w:pPr>
      <w:keepNext/>
      <w:jc w:val="center"/>
      <w:outlineLvl w:val="0"/>
    </w:pPr>
    <w:rPr>
      <w:rFonts w:eastAsia="Calibri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101D"/>
    <w:rPr>
      <w:rFonts w:ascii="Cambria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165B4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2472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5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0F70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2</Pages>
  <Words>240</Words>
  <Characters>1374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19</cp:revision>
  <cp:lastPrinted>2013-12-30T06:19:00Z</cp:lastPrinted>
  <dcterms:created xsi:type="dcterms:W3CDTF">2013-11-27T11:42:00Z</dcterms:created>
  <dcterms:modified xsi:type="dcterms:W3CDTF">2013-12-30T06:19:00Z</dcterms:modified>
</cp:coreProperties>
</file>